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A7BB2" w14:textId="77777777" w:rsidR="00871FD7" w:rsidRDefault="00000000">
      <w:r>
        <w:t>Zespół Szkolno-Przedszkolny w Książu Wielkim</w:t>
      </w:r>
    </w:p>
    <w:p w14:paraId="22386024" w14:textId="77777777" w:rsidR="00871FD7" w:rsidRDefault="00871FD7">
      <w:p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jc w:val="both"/>
        <w:rPr>
          <w:b/>
          <w:bCs/>
          <w:color w:val="000000"/>
          <w:szCs w:val="24"/>
          <w:lang w:eastAsia="pl-PL"/>
        </w:rPr>
      </w:pPr>
    </w:p>
    <w:p w14:paraId="67CCFDF2" w14:textId="77777777" w:rsidR="00871FD7" w:rsidRDefault="00000000">
      <w:p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jc w:val="both"/>
      </w:pPr>
      <w:r>
        <w:rPr>
          <w:b/>
          <w:bCs/>
          <w:color w:val="000000"/>
          <w:szCs w:val="24"/>
          <w:lang w:eastAsia="pl-PL"/>
        </w:rPr>
        <w:t>Wykonawca:</w:t>
      </w:r>
    </w:p>
    <w:p w14:paraId="3E3727F2" w14:textId="77777777" w:rsidR="00871FD7" w:rsidRDefault="00000000">
      <w:p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jc w:val="both"/>
      </w:pPr>
      <w:r>
        <w:rPr>
          <w:color w:val="000000"/>
          <w:szCs w:val="24"/>
          <w:lang w:eastAsia="pl-PL"/>
        </w:rPr>
        <w:t>…………………………………….…………………………………….………………………</w:t>
      </w:r>
    </w:p>
    <w:p w14:paraId="6504527E" w14:textId="77777777" w:rsidR="00871FD7" w:rsidRDefault="00000000">
      <w:p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jc w:val="both"/>
      </w:pPr>
      <w:r>
        <w:rPr>
          <w:i/>
          <w:iCs/>
          <w:color w:val="000000"/>
          <w:szCs w:val="24"/>
          <w:lang w:eastAsia="pl-PL"/>
        </w:rPr>
        <w:t>(pełna nazwa/firma, adres, w zależności od podmiotu: NIP/PESEL, KRS/</w:t>
      </w:r>
      <w:proofErr w:type="spellStart"/>
      <w:r>
        <w:rPr>
          <w:i/>
          <w:iCs/>
          <w:color w:val="000000"/>
          <w:szCs w:val="24"/>
          <w:lang w:eastAsia="pl-PL"/>
        </w:rPr>
        <w:t>CEiDG</w:t>
      </w:r>
      <w:proofErr w:type="spellEnd"/>
      <w:r>
        <w:rPr>
          <w:i/>
          <w:iCs/>
          <w:color w:val="000000"/>
          <w:szCs w:val="24"/>
          <w:lang w:eastAsia="pl-PL"/>
        </w:rPr>
        <w:t>)</w:t>
      </w:r>
    </w:p>
    <w:p w14:paraId="71DD94F8" w14:textId="77777777" w:rsidR="00871FD7" w:rsidRDefault="00871FD7">
      <w:p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jc w:val="both"/>
        <w:rPr>
          <w:rFonts w:eastAsia="Helvetica Neue"/>
          <w:color w:val="000000"/>
          <w:szCs w:val="24"/>
          <w:lang w:eastAsia="pl-PL"/>
        </w:rPr>
      </w:pPr>
    </w:p>
    <w:p w14:paraId="5CA8EF32" w14:textId="77777777" w:rsidR="00871FD7" w:rsidRDefault="00000000">
      <w:p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jc w:val="both"/>
      </w:pPr>
      <w:r>
        <w:rPr>
          <w:color w:val="000000"/>
          <w:szCs w:val="24"/>
          <w:u w:val="single" w:color="000000"/>
          <w:lang w:eastAsia="pl-PL"/>
        </w:rPr>
        <w:t>reprezentowany przez:</w:t>
      </w:r>
    </w:p>
    <w:p w14:paraId="57ED29CE" w14:textId="77777777" w:rsidR="00871FD7" w:rsidRDefault="00000000">
      <w:p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jc w:val="both"/>
      </w:pPr>
      <w:r>
        <w:rPr>
          <w:color w:val="000000"/>
          <w:szCs w:val="24"/>
          <w:lang w:eastAsia="pl-PL"/>
        </w:rPr>
        <w:t>…………………………………….…………………………………….………………………</w:t>
      </w:r>
    </w:p>
    <w:p w14:paraId="4069991B" w14:textId="77777777" w:rsidR="00871FD7" w:rsidRDefault="00000000">
      <w:p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jc w:val="both"/>
      </w:pPr>
      <w:r>
        <w:rPr>
          <w:i/>
          <w:iCs/>
          <w:color w:val="000000"/>
          <w:szCs w:val="24"/>
          <w:lang w:eastAsia="pl-PL"/>
        </w:rPr>
        <w:t>(imię, nazwisko, stanowisko/podstawa do reprezentacji)</w:t>
      </w:r>
    </w:p>
    <w:p w14:paraId="2E236F69" w14:textId="77777777" w:rsidR="00871FD7" w:rsidRDefault="00871FD7">
      <w:p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jc w:val="both"/>
        <w:rPr>
          <w:rFonts w:eastAsia="Helvetica Neue"/>
          <w:color w:val="000000"/>
          <w:szCs w:val="24"/>
          <w:lang w:eastAsia="pl-PL"/>
        </w:rPr>
      </w:pPr>
    </w:p>
    <w:p w14:paraId="2075D761" w14:textId="77777777" w:rsidR="00871FD7" w:rsidRDefault="00000000">
      <w:pPr>
        <w:pStyle w:val="TreA"/>
        <w:jc w:val="center"/>
      </w:pPr>
      <w:r>
        <w:rPr>
          <w:rStyle w:val="Brak"/>
          <w:b/>
          <w:bCs/>
          <w:u w:val="single"/>
        </w:rPr>
        <w:t xml:space="preserve">Oświadczenie Wykonawcy </w:t>
      </w:r>
    </w:p>
    <w:p w14:paraId="63D45B9C" w14:textId="77777777" w:rsidR="00871FD7" w:rsidRDefault="00000000">
      <w:pPr>
        <w:pStyle w:val="TreA"/>
        <w:jc w:val="center"/>
      </w:pPr>
      <w:r>
        <w:rPr>
          <w:rStyle w:val="Brak"/>
          <w:b/>
          <w:bCs/>
        </w:rPr>
        <w:t xml:space="preserve">składane na podstawie art. 125 ust. 1 ustawy z dnia 11 września 2019 r. </w:t>
      </w:r>
    </w:p>
    <w:p w14:paraId="64CB526D" w14:textId="77777777" w:rsidR="00871FD7" w:rsidRDefault="00000000">
      <w:pPr>
        <w:pStyle w:val="TreA"/>
        <w:jc w:val="center"/>
      </w:pPr>
      <w:r>
        <w:rPr>
          <w:rStyle w:val="Brak"/>
          <w:b/>
          <w:bCs/>
        </w:rPr>
        <w:t xml:space="preserve"> Prawo zamówień publicznych (dalej jako: ustawa </w:t>
      </w:r>
      <w:proofErr w:type="spellStart"/>
      <w:r>
        <w:rPr>
          <w:rStyle w:val="Brak"/>
          <w:b/>
          <w:bCs/>
        </w:rPr>
        <w:t>Pzp</w:t>
      </w:r>
      <w:proofErr w:type="spellEnd"/>
      <w:r>
        <w:rPr>
          <w:rStyle w:val="Brak"/>
          <w:b/>
          <w:bCs/>
        </w:rPr>
        <w:t>)</w:t>
      </w:r>
    </w:p>
    <w:p w14:paraId="672608DF" w14:textId="77777777" w:rsidR="00871FD7" w:rsidRDefault="00000000">
      <w:pPr>
        <w:pStyle w:val="TreA"/>
        <w:jc w:val="center"/>
      </w:pPr>
      <w:r>
        <w:rPr>
          <w:rStyle w:val="Brak"/>
          <w:b/>
          <w:bCs/>
          <w:u w:val="single"/>
        </w:rPr>
        <w:t>O NIEPODLEGANIU WYKLUCZENIU Z POSTĘPOWANIA</w:t>
      </w:r>
    </w:p>
    <w:p w14:paraId="392F34B8" w14:textId="77777777" w:rsidR="00871FD7" w:rsidRDefault="00871FD7">
      <w:pPr>
        <w:pStyle w:val="TreA"/>
        <w:jc w:val="both"/>
        <w:rPr>
          <w:rFonts w:eastAsia="Helvetica Neue"/>
        </w:rPr>
      </w:pPr>
    </w:p>
    <w:p w14:paraId="63064B49" w14:textId="0F315AB1" w:rsidR="00871FD7" w:rsidRDefault="00000000">
      <w:pPr>
        <w:pStyle w:val="TreA"/>
        <w:jc w:val="both"/>
      </w:pPr>
      <w:r>
        <w:t>Na potrzeby postępowania o udzielenie zam</w:t>
      </w:r>
      <w:r>
        <w:rPr>
          <w:rStyle w:val="Brak"/>
        </w:rPr>
        <w:t>ó</w:t>
      </w:r>
      <w:r>
        <w:t xml:space="preserve">wienia publicznego pn. </w:t>
      </w:r>
      <w:bookmarkStart w:id="0" w:name="_Hlk56724229"/>
      <w:r>
        <w:rPr>
          <w:b/>
          <w:bCs/>
          <w:spacing w:val="-1"/>
        </w:rPr>
        <w:t>Dostawa artykułów spożywczych do stołówki szkolnej w Zespole Szkolno-Przedszkolnym w Książu Wielkim w 202</w:t>
      </w:r>
      <w:r w:rsidR="00C64E33">
        <w:rPr>
          <w:b/>
          <w:bCs/>
          <w:spacing w:val="-1"/>
        </w:rPr>
        <w:t>6</w:t>
      </w:r>
      <w:r>
        <w:rPr>
          <w:b/>
          <w:bCs/>
          <w:spacing w:val="-1"/>
        </w:rPr>
        <w:t xml:space="preserve"> roku</w:t>
      </w:r>
      <w:bookmarkEnd w:id="0"/>
      <w:r>
        <w:rPr>
          <w:bCs/>
        </w:rPr>
        <w:t>,</w:t>
      </w:r>
      <w:r>
        <w:t xml:space="preserve"> oświadczam że:</w:t>
      </w:r>
    </w:p>
    <w:p w14:paraId="03832490" w14:textId="77777777" w:rsidR="00871FD7" w:rsidRDefault="00871FD7">
      <w:pPr>
        <w:pStyle w:val="TreA"/>
        <w:jc w:val="both"/>
        <w:rPr>
          <w:b/>
          <w:bCs/>
        </w:rPr>
      </w:pPr>
    </w:p>
    <w:p w14:paraId="591E5126" w14:textId="77777777" w:rsidR="00871FD7" w:rsidRDefault="00000000">
      <w:pPr>
        <w:pStyle w:val="TreA"/>
        <w:numPr>
          <w:ilvl w:val="0"/>
          <w:numId w:val="2"/>
        </w:numPr>
        <w:ind w:left="284" w:hanging="284"/>
        <w:jc w:val="both"/>
      </w:pPr>
      <w:r>
        <w:t xml:space="preserve">nie podlegam wykluczeniu z postępowania na podstawie art. 108 ust. 1 ustawy </w:t>
      </w:r>
      <w:proofErr w:type="spellStart"/>
      <w:r>
        <w:t>Pzp</w:t>
      </w:r>
      <w:proofErr w:type="spellEnd"/>
      <w:r>
        <w:t>.</w:t>
      </w:r>
    </w:p>
    <w:p w14:paraId="7B1BF86A" w14:textId="77777777" w:rsidR="00871FD7" w:rsidRDefault="00871FD7">
      <w:pPr>
        <w:pStyle w:val="TreA"/>
        <w:jc w:val="both"/>
        <w:rPr>
          <w:rFonts w:eastAsia="Helvetica Neue"/>
        </w:rPr>
      </w:pPr>
    </w:p>
    <w:p w14:paraId="7B1603FF" w14:textId="77777777" w:rsidR="00871FD7" w:rsidRDefault="00000000">
      <w:pPr>
        <w:pStyle w:val="TreA"/>
        <w:numPr>
          <w:ilvl w:val="0"/>
          <w:numId w:val="2"/>
        </w:numPr>
        <w:ind w:left="284" w:hanging="284"/>
        <w:jc w:val="both"/>
      </w:pPr>
      <w:r>
        <w:t xml:space="preserve">zachodzą w stosunku do mnie podstawy wykluczenia z postępowania na podstawie art. …………. ustawy </w:t>
      </w:r>
      <w:proofErr w:type="spellStart"/>
      <w:r>
        <w:t>Pzp</w:t>
      </w:r>
      <w:proofErr w:type="spellEnd"/>
      <w:r>
        <w:t xml:space="preserve"> </w:t>
      </w:r>
      <w:r>
        <w:rPr>
          <w:rStyle w:val="Brak"/>
          <w:i/>
          <w:iCs/>
        </w:rPr>
        <w:t xml:space="preserve">(podać mającą zastosowanie podstawę wykluczenia spośród wymienionych w art. 108 ust. 1 pkt 1, 2, 5 lub 6 ustawy </w:t>
      </w:r>
      <w:proofErr w:type="spellStart"/>
      <w:r>
        <w:rPr>
          <w:rStyle w:val="Brak"/>
          <w:i/>
          <w:iCs/>
        </w:rPr>
        <w:t>Pzp</w:t>
      </w:r>
      <w:proofErr w:type="spellEnd"/>
      <w:r>
        <w:rPr>
          <w:rStyle w:val="Brak"/>
          <w:i/>
          <w:iCs/>
        </w:rPr>
        <w:t>).</w:t>
      </w:r>
      <w:r>
        <w:t xml:space="preserve"> Jednocześnie oświadczam, że w związku z ww. okolicznością, na podstawie art. 110 ust. 2 ustawy </w:t>
      </w:r>
      <w:proofErr w:type="spellStart"/>
      <w:r>
        <w:t>Pzp</w:t>
      </w:r>
      <w:proofErr w:type="spellEnd"/>
      <w:r>
        <w:t xml:space="preserve"> podjąłem następujące środki naprawcze:</w:t>
      </w:r>
    </w:p>
    <w:p w14:paraId="16A459D5" w14:textId="77777777" w:rsidR="00871FD7" w:rsidRDefault="00000000">
      <w:pPr>
        <w:pStyle w:val="TreA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A16EE29" w14:textId="77777777" w:rsidR="00871FD7" w:rsidRDefault="00871FD7">
      <w:pPr>
        <w:pStyle w:val="TreA"/>
        <w:jc w:val="both"/>
        <w:rPr>
          <w:rFonts w:eastAsia="Helvetica Neue"/>
        </w:rPr>
      </w:pPr>
    </w:p>
    <w:p w14:paraId="1CBB7410" w14:textId="77777777" w:rsidR="00871FD7" w:rsidRDefault="00000000">
      <w:pPr>
        <w:pStyle w:val="TreA"/>
        <w:numPr>
          <w:ilvl w:val="0"/>
          <w:numId w:val="2"/>
        </w:numPr>
        <w:spacing w:line="276" w:lineRule="auto"/>
        <w:ind w:left="284" w:hanging="284"/>
        <w:jc w:val="both"/>
      </w:pPr>
      <w:r>
        <w:t>nie zachodzą w stosunku do mnie przesłanki wykluczenia z postępowania na podstawie art.  7 ust. 1 ustawy z dnia 13 kwietnia 2022 r.</w:t>
      </w:r>
      <w:r>
        <w:rPr>
          <w:i/>
          <w:iCs/>
        </w:rPr>
        <w:t xml:space="preserve"> o szczególnych rozwiązaniach w zakresie przeciwdziałania wspieraniu agresji na Ukrainę oraz służących ochronie bezpieczeństwa narodowego </w:t>
      </w:r>
      <w:r>
        <w:rPr>
          <w:iCs/>
        </w:rPr>
        <w:t>(Dz. U. poz. 835)</w:t>
      </w:r>
      <w:r>
        <w:rPr>
          <w:i/>
          <w:iCs/>
          <w:vertAlign w:val="superscript"/>
        </w:rPr>
        <w:footnoteReference w:id="1"/>
      </w:r>
      <w:r>
        <w:t>.</w:t>
      </w:r>
    </w:p>
    <w:p w14:paraId="5E604322" w14:textId="77777777" w:rsidR="00871FD7" w:rsidRDefault="00871FD7">
      <w:pPr>
        <w:pStyle w:val="TreA"/>
        <w:jc w:val="both"/>
      </w:pPr>
    </w:p>
    <w:p w14:paraId="2DFC4778" w14:textId="77777777" w:rsidR="00871FD7" w:rsidRDefault="00871FD7">
      <w:pPr>
        <w:pStyle w:val="TreA"/>
        <w:jc w:val="both"/>
      </w:pPr>
    </w:p>
    <w:p w14:paraId="424E9173" w14:textId="77777777" w:rsidR="00871FD7" w:rsidRDefault="00000000">
      <w:pPr>
        <w:pStyle w:val="TreA"/>
        <w:jc w:val="both"/>
      </w:pPr>
      <w:r>
        <w:rPr>
          <w:rStyle w:val="Brak"/>
          <w:b/>
          <w:bCs/>
        </w:rPr>
        <w:t>OŚWIADCZENIE DOTYCZĄCE PODANYCH INFORMACJI:</w:t>
      </w:r>
    </w:p>
    <w:p w14:paraId="5B2EADDC" w14:textId="77777777" w:rsidR="00871FD7" w:rsidRDefault="00871FD7">
      <w:pPr>
        <w:pStyle w:val="TreA"/>
        <w:jc w:val="both"/>
        <w:rPr>
          <w:rFonts w:eastAsia="Helvetica Neue"/>
        </w:rPr>
      </w:pPr>
    </w:p>
    <w:p w14:paraId="28D0BCE5" w14:textId="77777777" w:rsidR="00871FD7" w:rsidRDefault="00000000">
      <w:pPr>
        <w:pStyle w:val="TreA"/>
        <w:jc w:val="both"/>
      </w:pPr>
      <w: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AEB6D36" w14:textId="77777777" w:rsidR="00871FD7" w:rsidRDefault="00871FD7">
      <w:pPr>
        <w:pStyle w:val="TreA"/>
        <w:jc w:val="both"/>
      </w:pPr>
    </w:p>
    <w:p w14:paraId="64C9B085" w14:textId="77777777" w:rsidR="00871FD7" w:rsidRDefault="00871FD7">
      <w:pPr>
        <w:pStyle w:val="TreA"/>
        <w:jc w:val="both"/>
      </w:pPr>
    </w:p>
    <w:p w14:paraId="2885BA8E" w14:textId="77777777" w:rsidR="00871FD7" w:rsidRDefault="00871FD7">
      <w:pPr>
        <w:pStyle w:val="TreA"/>
        <w:jc w:val="both"/>
      </w:pPr>
    </w:p>
    <w:p w14:paraId="2D52A411" w14:textId="77777777" w:rsidR="00871FD7" w:rsidRDefault="00871FD7">
      <w:pPr>
        <w:pStyle w:val="TreA"/>
        <w:jc w:val="both"/>
      </w:pPr>
    </w:p>
    <w:p w14:paraId="566CE8C8" w14:textId="77777777" w:rsidR="00871FD7" w:rsidRDefault="00871FD7">
      <w:pPr>
        <w:pStyle w:val="TreA"/>
        <w:jc w:val="both"/>
      </w:pPr>
    </w:p>
    <w:p w14:paraId="2B2B1ADF" w14:textId="77777777" w:rsidR="00871FD7" w:rsidRDefault="00871FD7">
      <w:pPr>
        <w:pStyle w:val="TreA"/>
        <w:jc w:val="both"/>
      </w:pPr>
    </w:p>
    <w:p w14:paraId="2FB2AB2A" w14:textId="77777777" w:rsidR="00871FD7" w:rsidRDefault="00871FD7">
      <w:pPr>
        <w:pStyle w:val="TreA"/>
        <w:jc w:val="both"/>
      </w:pPr>
    </w:p>
    <w:p w14:paraId="745D2F0A" w14:textId="77777777" w:rsidR="00871FD7" w:rsidRDefault="00871FD7">
      <w:pPr>
        <w:pStyle w:val="TreA"/>
        <w:jc w:val="both"/>
      </w:pPr>
    </w:p>
    <w:p w14:paraId="35E28918" w14:textId="77777777" w:rsidR="00871FD7" w:rsidRDefault="00871FD7">
      <w:pPr>
        <w:pStyle w:val="TreA"/>
        <w:jc w:val="both"/>
      </w:pPr>
    </w:p>
    <w:p w14:paraId="4EB23E4D" w14:textId="77777777" w:rsidR="00871FD7" w:rsidRDefault="00871FD7">
      <w:pPr>
        <w:pStyle w:val="TreA"/>
        <w:jc w:val="both"/>
      </w:pPr>
    </w:p>
    <w:p w14:paraId="270CEEFC" w14:textId="77777777" w:rsidR="00871FD7" w:rsidRDefault="00871FD7">
      <w:pPr>
        <w:pStyle w:val="TreA"/>
        <w:jc w:val="both"/>
      </w:pPr>
    </w:p>
    <w:p w14:paraId="3638F950" w14:textId="77777777" w:rsidR="00871FD7" w:rsidRDefault="00871FD7">
      <w:pPr>
        <w:pStyle w:val="TreA"/>
        <w:jc w:val="both"/>
      </w:pPr>
    </w:p>
    <w:p w14:paraId="42C13BA4" w14:textId="77777777" w:rsidR="00871FD7" w:rsidRDefault="00871FD7">
      <w:pPr>
        <w:pStyle w:val="TreA"/>
        <w:jc w:val="both"/>
      </w:pPr>
    </w:p>
    <w:p w14:paraId="0A19EAA8" w14:textId="77777777" w:rsidR="00871FD7" w:rsidRDefault="00871FD7">
      <w:pPr>
        <w:pStyle w:val="TreA"/>
        <w:jc w:val="both"/>
      </w:pPr>
    </w:p>
    <w:p w14:paraId="1F4BEDF9" w14:textId="77777777" w:rsidR="00871FD7" w:rsidRDefault="00871FD7">
      <w:pPr>
        <w:pStyle w:val="TreA"/>
        <w:rPr>
          <w:i/>
          <w:iCs/>
          <w:sz w:val="20"/>
          <w:u w:val="single"/>
        </w:rPr>
      </w:pPr>
    </w:p>
    <w:p w14:paraId="3EF5331D" w14:textId="77777777" w:rsidR="00871FD7" w:rsidRDefault="00000000">
      <w:pPr>
        <w:pStyle w:val="TreA"/>
        <w:rPr>
          <w:i/>
          <w:iCs/>
          <w:sz w:val="18"/>
          <w:u w:val="single"/>
        </w:rPr>
      </w:pPr>
      <w:r>
        <w:rPr>
          <w:i/>
          <w:iCs/>
          <w:sz w:val="18"/>
          <w:u w:val="single"/>
        </w:rPr>
        <w:t>Informacja dla Wykonawcy:</w:t>
      </w:r>
    </w:p>
    <w:p w14:paraId="5FB6A837" w14:textId="77777777" w:rsidR="00871FD7" w:rsidRDefault="00000000">
      <w:pPr>
        <w:pStyle w:val="TreA"/>
        <w:jc w:val="both"/>
        <w:rPr>
          <w:i/>
          <w:iCs/>
          <w:sz w:val="18"/>
        </w:rPr>
      </w:pPr>
      <w:r>
        <w:rPr>
          <w:i/>
          <w:iCs/>
          <w:sz w:val="18"/>
        </w:rPr>
        <w:t>Oświadczenie musi być opatrzone przez osobę lub osoby uprawnione do reprezentowania firmy kwalifikowanym podpisem elektronicznym, podpisem zaufanych lub podpisem osobistym.</w:t>
      </w:r>
    </w:p>
    <w:p w14:paraId="7D602729" w14:textId="77777777" w:rsidR="00871FD7" w:rsidRDefault="00871FD7">
      <w:pPr>
        <w:pStyle w:val="TreA"/>
        <w:rPr>
          <w:i/>
          <w:iCs/>
          <w:sz w:val="18"/>
        </w:rPr>
      </w:pPr>
    </w:p>
    <w:p w14:paraId="6CCB4049" w14:textId="77777777" w:rsidR="00871FD7" w:rsidRDefault="00000000">
      <w:pPr>
        <w:pStyle w:val="TreA"/>
        <w:rPr>
          <w:i/>
          <w:iCs/>
          <w:sz w:val="18"/>
        </w:rPr>
      </w:pPr>
      <w:r>
        <w:rPr>
          <w:i/>
          <w:iCs/>
          <w:sz w:val="18"/>
        </w:rPr>
        <w:t>Oświadczenie składa każdy z wykonawców, którzy wspólnie ubiegają się o zamówienie.</w:t>
      </w:r>
    </w:p>
    <w:p w14:paraId="4C6E1C0B" w14:textId="77777777" w:rsidR="00871FD7" w:rsidRDefault="00871FD7">
      <w:pPr>
        <w:pStyle w:val="TreA"/>
        <w:jc w:val="both"/>
        <w:rPr>
          <w:sz w:val="18"/>
        </w:rPr>
      </w:pPr>
    </w:p>
    <w:sectPr w:rsidR="00871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8A18E" w14:textId="77777777" w:rsidR="00A3509B" w:rsidRDefault="00A3509B">
      <w:r>
        <w:separator/>
      </w:r>
    </w:p>
  </w:endnote>
  <w:endnote w:type="continuationSeparator" w:id="0">
    <w:p w14:paraId="20E8FB1C" w14:textId="77777777" w:rsidR="00A3509B" w:rsidRDefault="00A35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3A84A" w14:textId="77777777" w:rsidR="00A3509B" w:rsidRDefault="00A3509B">
      <w:r>
        <w:rPr>
          <w:color w:val="000000"/>
        </w:rPr>
        <w:separator/>
      </w:r>
    </w:p>
  </w:footnote>
  <w:footnote w:type="continuationSeparator" w:id="0">
    <w:p w14:paraId="2D14B46A" w14:textId="77777777" w:rsidR="00A3509B" w:rsidRDefault="00A3509B">
      <w:r>
        <w:continuationSeparator/>
      </w:r>
    </w:p>
  </w:footnote>
  <w:footnote w:id="1">
    <w:p w14:paraId="783B06BB" w14:textId="77777777" w:rsidR="00871FD7" w:rsidRDefault="00000000">
      <w:pPr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B7E1AD0" w14:textId="77777777" w:rsidR="00871FD7" w:rsidRDefault="00000000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FD7602C" w14:textId="77777777" w:rsidR="00871FD7" w:rsidRDefault="00000000">
      <w:pPr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491642F" w14:textId="77777777" w:rsidR="00871FD7" w:rsidRDefault="00000000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8BD1DA3" w14:textId="77777777" w:rsidR="00000000" w:rsidRDefault="0000000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DD4BFA"/>
    <w:multiLevelType w:val="multilevel"/>
    <w:tmpl w:val="D8303096"/>
    <w:lvl w:ilvl="0">
      <w:numFmt w:val="bullet"/>
      <w:lvlText w:val=""/>
      <w:lvlJc w:val="left"/>
      <w:pPr>
        <w:ind w:left="7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1" w15:restartNumberingAfterBreak="0">
    <w:nsid w:val="61CB6CBC"/>
    <w:multiLevelType w:val="multilevel"/>
    <w:tmpl w:val="8EC20E3A"/>
    <w:styleLink w:val="Punktory0"/>
    <w:lvl w:ilvl="0">
      <w:numFmt w:val="bullet"/>
      <w:lvlText w:val="•"/>
      <w:lvlJc w:val="left"/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  <w:lvl w:ilvl="1">
      <w:numFmt w:val="bullet"/>
      <w:lvlText w:val="•"/>
      <w:lvlJc w:val="left"/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  <w:lvl w:ilvl="2">
      <w:numFmt w:val="bullet"/>
      <w:lvlText w:val="•"/>
      <w:lvlJc w:val="left"/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  <w:lvl w:ilvl="3">
      <w:numFmt w:val="bullet"/>
      <w:lvlText w:val="•"/>
      <w:lvlJc w:val="left"/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  <w:lvl w:ilvl="4">
      <w:numFmt w:val="bullet"/>
      <w:lvlText w:val="•"/>
      <w:lvlJc w:val="left"/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  <w:lvl w:ilvl="5">
      <w:numFmt w:val="bullet"/>
      <w:lvlText w:val="•"/>
      <w:lvlJc w:val="left"/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  <w:lvl w:ilvl="6">
      <w:numFmt w:val="bullet"/>
      <w:lvlText w:val="•"/>
      <w:lvlJc w:val="left"/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  <w:lvl w:ilvl="7">
      <w:numFmt w:val="bullet"/>
      <w:lvlText w:val="•"/>
      <w:lvlJc w:val="left"/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  <w:lvl w:ilvl="8">
      <w:numFmt w:val="bullet"/>
      <w:lvlText w:val="•"/>
      <w:lvlJc w:val="left"/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</w:abstractNum>
  <w:num w:numId="1" w16cid:durableId="447430784">
    <w:abstractNumId w:val="1"/>
  </w:num>
  <w:num w:numId="2" w16cid:durableId="927033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871FD7"/>
    <w:rsid w:val="00136FEB"/>
    <w:rsid w:val="00871FD7"/>
    <w:rsid w:val="00A3509B"/>
    <w:rsid w:val="00C64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21E5E"/>
  <w15:docId w15:val="{7CF01CD3-792A-4DC1-9D96-689EDAE0D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1ztrue0">
    <w:name w:val="WW8Num1ztrue0"/>
  </w:style>
  <w:style w:type="character" w:customStyle="1" w:styleId="WW8Num1ztrue1">
    <w:name w:val="WW8Num1ztrue1"/>
  </w:style>
  <w:style w:type="character" w:customStyle="1" w:styleId="WW8Num1ztrue2">
    <w:name w:val="WW8Num1ztrue2"/>
  </w:style>
  <w:style w:type="character" w:customStyle="1" w:styleId="WW8Num1ztrue3">
    <w:name w:val="WW8Num1ztrue3"/>
  </w:style>
  <w:style w:type="character" w:customStyle="1" w:styleId="WW8Num1ztrue4">
    <w:name w:val="WW8Num1ztrue4"/>
  </w:style>
  <w:style w:type="character" w:customStyle="1" w:styleId="WW8Num1ztrue5">
    <w:name w:val="WW8Num1ztrue5"/>
  </w:style>
  <w:style w:type="character" w:customStyle="1" w:styleId="WW8Num1ztrue6">
    <w:name w:val="WW8Num1ztrue6"/>
  </w:style>
  <w:style w:type="character" w:customStyle="1" w:styleId="WW8Num2z0">
    <w:name w:val="WW8Num2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3zfalse">
    <w:name w:val="WW8Num3zfalse"/>
  </w:style>
  <w:style w:type="character" w:customStyle="1" w:styleId="WW8Num3ztrue">
    <w:name w:val="WW8Num3ztrue"/>
  </w:style>
  <w:style w:type="character" w:customStyle="1" w:styleId="WW8Num3ztrue0">
    <w:name w:val="WW8Num3ztrue0"/>
  </w:style>
  <w:style w:type="character" w:customStyle="1" w:styleId="WW8Num3ztrue1">
    <w:name w:val="WW8Num3ztrue1"/>
  </w:style>
  <w:style w:type="character" w:customStyle="1" w:styleId="WW8Num3ztrue2">
    <w:name w:val="WW8Num3ztrue2"/>
  </w:style>
  <w:style w:type="character" w:customStyle="1" w:styleId="WW8Num3ztrue3">
    <w:name w:val="WW8Num3ztrue3"/>
  </w:style>
  <w:style w:type="character" w:customStyle="1" w:styleId="WW8Num3ztrue4">
    <w:name w:val="WW8Num3ztrue4"/>
  </w:style>
  <w:style w:type="character" w:customStyle="1" w:styleId="WW8Num3ztrue5">
    <w:name w:val="WW8Num3ztrue5"/>
  </w:style>
  <w:style w:type="character" w:customStyle="1" w:styleId="WW8Num3ztrue6">
    <w:name w:val="WW8Num3ztrue6"/>
  </w:style>
  <w:style w:type="character" w:customStyle="1" w:styleId="WW8Num4zfalse">
    <w:name w:val="WW8Num4zfalse"/>
  </w:style>
  <w:style w:type="character" w:customStyle="1" w:styleId="WW8Num4ztrue">
    <w:name w:val="WW8Num4ztrue"/>
  </w:style>
  <w:style w:type="character" w:customStyle="1" w:styleId="WW8Num4ztrue0">
    <w:name w:val="WW8Num4ztrue0"/>
  </w:style>
  <w:style w:type="character" w:customStyle="1" w:styleId="WW8Num4ztrue1">
    <w:name w:val="WW8Num4ztrue1"/>
  </w:style>
  <w:style w:type="character" w:customStyle="1" w:styleId="WW8Num4ztrue2">
    <w:name w:val="WW8Num4ztrue2"/>
  </w:style>
  <w:style w:type="character" w:customStyle="1" w:styleId="WW8Num4ztrue3">
    <w:name w:val="WW8Num4ztrue3"/>
  </w:style>
  <w:style w:type="character" w:customStyle="1" w:styleId="WW8Num4ztrue4">
    <w:name w:val="WW8Num4ztrue4"/>
  </w:style>
  <w:style w:type="character" w:customStyle="1" w:styleId="WW8Num4ztrue5">
    <w:name w:val="WW8Num4ztrue5"/>
  </w:style>
  <w:style w:type="character" w:customStyle="1" w:styleId="WW8Num4ztrue6">
    <w:name w:val="WW8Num4ztrue6"/>
  </w:style>
  <w:style w:type="character" w:customStyle="1" w:styleId="WW8Num5zfalse">
    <w:name w:val="WW8Num5zfalse"/>
    <w:rPr>
      <w:szCs w:val="24"/>
    </w:rPr>
  </w:style>
  <w:style w:type="character" w:customStyle="1" w:styleId="WW8Num5ztrue">
    <w:name w:val="WW8Num5ztrue"/>
  </w:style>
  <w:style w:type="character" w:customStyle="1" w:styleId="WW8Num5ztrue0">
    <w:name w:val="WW8Num5ztrue0"/>
  </w:style>
  <w:style w:type="character" w:customStyle="1" w:styleId="WW8Num5ztrue1">
    <w:name w:val="WW8Num5ztrue1"/>
  </w:style>
  <w:style w:type="character" w:customStyle="1" w:styleId="WW8Num5ztrue2">
    <w:name w:val="WW8Num5ztrue2"/>
  </w:style>
  <w:style w:type="character" w:customStyle="1" w:styleId="WW8Num5ztrue3">
    <w:name w:val="WW8Num5ztrue3"/>
  </w:style>
  <w:style w:type="character" w:customStyle="1" w:styleId="WW8Num5ztrue4">
    <w:name w:val="WW8Num5ztrue4"/>
  </w:style>
  <w:style w:type="character" w:customStyle="1" w:styleId="WW8Num5ztrue5">
    <w:name w:val="WW8Num5ztrue5"/>
  </w:style>
  <w:style w:type="character" w:customStyle="1" w:styleId="WW8Num5ztrue6">
    <w:name w:val="WW8Num5ztrue6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rPr>
      <w:sz w:val="24"/>
    </w:rPr>
  </w:style>
  <w:style w:type="character" w:customStyle="1" w:styleId="StopkaZnak">
    <w:name w:val="Stopka Znak"/>
    <w:rPr>
      <w:sz w:val="24"/>
    </w:rPr>
  </w:style>
  <w:style w:type="paragraph" w:customStyle="1" w:styleId="Nagwek1">
    <w:name w:val="Nagłówek1"/>
    <w:basedOn w:val="Normaln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rPr>
      <w:sz w:val="20"/>
    </w:rPr>
  </w:style>
  <w:style w:type="character" w:customStyle="1" w:styleId="TekstprzypisukocowegoZnak">
    <w:name w:val="Tekst przypisu końcowego Znak"/>
    <w:rPr>
      <w:lang w:eastAsia="zh-CN"/>
    </w:rPr>
  </w:style>
  <w:style w:type="character" w:styleId="Odwoanieprzypisukocowego">
    <w:name w:val="endnote reference"/>
    <w:rPr>
      <w:position w:val="0"/>
      <w:vertAlign w:val="superscript"/>
    </w:rPr>
  </w:style>
  <w:style w:type="paragraph" w:customStyle="1" w:styleId="TreA">
    <w:name w:val="Treść A"/>
    <w:pPr>
      <w:pBdr>
        <w:top w:val="single" w:sz="2" w:space="31" w:color="FFFFFF" w:shadow="1"/>
        <w:left w:val="single" w:sz="2" w:space="31" w:color="FFFFFF" w:shadow="1"/>
        <w:bottom w:val="single" w:sz="2" w:space="31" w:color="FFFFFF" w:shadow="1"/>
        <w:right w:val="single" w:sz="2" w:space="31" w:color="FFFFFF" w:shadow="1"/>
      </w:pBdr>
      <w:suppressAutoHyphens/>
    </w:pPr>
    <w:rPr>
      <w:color w:val="000000"/>
      <w:sz w:val="24"/>
      <w:szCs w:val="24"/>
      <w:lang w:eastAsia="pl-PL"/>
    </w:rPr>
  </w:style>
  <w:style w:type="character" w:customStyle="1" w:styleId="Brak">
    <w:name w:val="Brak"/>
  </w:style>
  <w:style w:type="character" w:styleId="Odwoanieprzypisudolnego">
    <w:name w:val="footnote reference"/>
    <w:rPr>
      <w:position w:val="0"/>
      <w:vertAlign w:val="superscript"/>
    </w:rPr>
  </w:style>
  <w:style w:type="numbering" w:customStyle="1" w:styleId="Punktory0">
    <w:name w:val="Punktory.0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293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.</dc:creator>
  <cp:lastModifiedBy>Ewa Opałka</cp:lastModifiedBy>
  <cp:revision>1</cp:revision>
  <cp:lastPrinted>2021-02-04T08:46:00Z</cp:lastPrinted>
  <dcterms:created xsi:type="dcterms:W3CDTF">2024-11-26T19:50:00Z</dcterms:created>
  <dcterms:modified xsi:type="dcterms:W3CDTF">2025-11-26T15:12:00Z</dcterms:modified>
</cp:coreProperties>
</file>